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DA765F" w14:textId="77777777" w:rsidR="006E5D65" w:rsidRPr="005230D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5230D7">
        <w:rPr>
          <w:rFonts w:ascii="Corbel" w:hAnsi="Corbel"/>
          <w:b/>
          <w:bCs/>
        </w:rPr>
        <w:t xml:space="preserve">   </w:t>
      </w:r>
      <w:r w:rsidR="00CD6897" w:rsidRPr="005230D7">
        <w:rPr>
          <w:rFonts w:ascii="Corbel" w:hAnsi="Corbel"/>
          <w:b/>
          <w:bCs/>
        </w:rPr>
        <w:tab/>
      </w:r>
      <w:r w:rsidR="00CD6897" w:rsidRPr="005230D7">
        <w:rPr>
          <w:rFonts w:ascii="Corbel" w:hAnsi="Corbel"/>
          <w:b/>
          <w:bCs/>
        </w:rPr>
        <w:tab/>
      </w:r>
      <w:r w:rsidR="00CD6897" w:rsidRPr="005230D7">
        <w:rPr>
          <w:rFonts w:ascii="Corbel" w:hAnsi="Corbel"/>
          <w:b/>
          <w:bCs/>
        </w:rPr>
        <w:tab/>
      </w:r>
      <w:r w:rsidR="00CD6897" w:rsidRPr="005230D7">
        <w:rPr>
          <w:rFonts w:ascii="Corbel" w:hAnsi="Corbel"/>
          <w:b/>
          <w:bCs/>
        </w:rPr>
        <w:tab/>
      </w:r>
      <w:r w:rsidR="00CD6897" w:rsidRPr="005230D7">
        <w:rPr>
          <w:rFonts w:ascii="Corbel" w:hAnsi="Corbel"/>
          <w:b/>
          <w:bCs/>
        </w:rPr>
        <w:tab/>
      </w:r>
      <w:r w:rsidR="00CD6897" w:rsidRPr="005230D7">
        <w:rPr>
          <w:rFonts w:ascii="Corbel" w:hAnsi="Corbel"/>
          <w:b/>
          <w:bCs/>
        </w:rPr>
        <w:tab/>
      </w:r>
      <w:r w:rsidR="00D8678B" w:rsidRPr="005230D7">
        <w:rPr>
          <w:rFonts w:ascii="Corbel" w:hAnsi="Corbel"/>
          <w:bCs/>
          <w:i/>
        </w:rPr>
        <w:t xml:space="preserve">Załącznik nr </w:t>
      </w:r>
      <w:r w:rsidR="006F31E2" w:rsidRPr="005230D7">
        <w:rPr>
          <w:rFonts w:ascii="Corbel" w:hAnsi="Corbel"/>
          <w:bCs/>
          <w:i/>
        </w:rPr>
        <w:t>1.5</w:t>
      </w:r>
      <w:r w:rsidR="00D8678B" w:rsidRPr="005230D7">
        <w:rPr>
          <w:rFonts w:ascii="Corbel" w:hAnsi="Corbel"/>
          <w:bCs/>
          <w:i/>
        </w:rPr>
        <w:t xml:space="preserve"> do Zarządzenia</w:t>
      </w:r>
      <w:r w:rsidR="002A22BF" w:rsidRPr="005230D7">
        <w:rPr>
          <w:rFonts w:ascii="Corbel" w:hAnsi="Corbel"/>
          <w:bCs/>
          <w:i/>
        </w:rPr>
        <w:t xml:space="preserve"> Rektora UR </w:t>
      </w:r>
      <w:r w:rsidR="00CD6897" w:rsidRPr="005230D7">
        <w:rPr>
          <w:rFonts w:ascii="Corbel" w:hAnsi="Corbel"/>
          <w:bCs/>
          <w:i/>
        </w:rPr>
        <w:t xml:space="preserve"> nr </w:t>
      </w:r>
      <w:r w:rsidR="00F17567" w:rsidRPr="005230D7">
        <w:rPr>
          <w:rFonts w:ascii="Corbel" w:hAnsi="Corbel"/>
          <w:bCs/>
          <w:i/>
        </w:rPr>
        <w:t>12/2019</w:t>
      </w:r>
    </w:p>
    <w:p w14:paraId="54FBD062" w14:textId="77777777" w:rsidR="0085747A" w:rsidRPr="005230D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230D7">
        <w:rPr>
          <w:rFonts w:ascii="Corbel" w:hAnsi="Corbel"/>
          <w:b/>
          <w:smallCaps/>
          <w:sz w:val="24"/>
          <w:szCs w:val="24"/>
        </w:rPr>
        <w:t>SYLABUS</w:t>
      </w:r>
    </w:p>
    <w:p w14:paraId="5B763071" w14:textId="0569F8D3" w:rsidR="0085747A" w:rsidRPr="005230D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230D7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230D7">
        <w:rPr>
          <w:rFonts w:ascii="Corbel" w:hAnsi="Corbel"/>
          <w:b/>
          <w:smallCaps/>
          <w:sz w:val="24"/>
          <w:szCs w:val="24"/>
        </w:rPr>
        <w:t xml:space="preserve"> </w:t>
      </w:r>
      <w:r w:rsidR="005230D7" w:rsidRPr="005230D7">
        <w:rPr>
          <w:rFonts w:ascii="Corbel" w:eastAsia="Corbel" w:hAnsi="Corbel" w:cs="Corbel"/>
          <w:i/>
          <w:sz w:val="24"/>
        </w:rPr>
        <w:t>2021-202</w:t>
      </w:r>
      <w:r w:rsidR="004B309B">
        <w:rPr>
          <w:rFonts w:ascii="Corbel" w:eastAsia="Corbel" w:hAnsi="Corbel" w:cs="Corbel"/>
          <w:i/>
          <w:sz w:val="24"/>
        </w:rPr>
        <w:t>3</w:t>
      </w:r>
    </w:p>
    <w:p w14:paraId="602D4E05" w14:textId="4194D9E4" w:rsidR="0085747A" w:rsidRPr="005230D7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230D7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5230D7" w:rsidRPr="005230D7">
        <w:rPr>
          <w:rFonts w:ascii="Corbel" w:hAnsi="Corbel"/>
          <w:i/>
          <w:sz w:val="24"/>
          <w:szCs w:val="24"/>
        </w:rPr>
        <w:tab/>
      </w:r>
      <w:r w:rsidR="0085747A" w:rsidRPr="005230D7">
        <w:rPr>
          <w:rFonts w:ascii="Corbel" w:hAnsi="Corbel"/>
          <w:i/>
          <w:sz w:val="20"/>
          <w:szCs w:val="20"/>
        </w:rPr>
        <w:t>(skrajne daty</w:t>
      </w:r>
      <w:r w:rsidR="0085747A" w:rsidRPr="005230D7">
        <w:rPr>
          <w:rFonts w:ascii="Corbel" w:hAnsi="Corbel"/>
          <w:sz w:val="20"/>
          <w:szCs w:val="20"/>
        </w:rPr>
        <w:t>)</w:t>
      </w:r>
    </w:p>
    <w:p w14:paraId="4516F008" w14:textId="217638C2" w:rsidR="00445970" w:rsidRPr="005230D7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230D7">
        <w:rPr>
          <w:rFonts w:ascii="Corbel" w:hAnsi="Corbel"/>
          <w:sz w:val="20"/>
          <w:szCs w:val="20"/>
        </w:rPr>
        <w:tab/>
      </w:r>
      <w:r w:rsidRPr="005230D7">
        <w:rPr>
          <w:rFonts w:ascii="Corbel" w:hAnsi="Corbel"/>
          <w:sz w:val="20"/>
          <w:szCs w:val="20"/>
        </w:rPr>
        <w:tab/>
      </w:r>
      <w:r w:rsidRPr="005230D7">
        <w:rPr>
          <w:rFonts w:ascii="Corbel" w:hAnsi="Corbel"/>
          <w:sz w:val="20"/>
          <w:szCs w:val="20"/>
        </w:rPr>
        <w:tab/>
      </w:r>
      <w:r w:rsidRPr="005230D7">
        <w:rPr>
          <w:rFonts w:ascii="Corbel" w:hAnsi="Corbel"/>
          <w:sz w:val="20"/>
          <w:szCs w:val="20"/>
        </w:rPr>
        <w:tab/>
      </w:r>
      <w:r w:rsidR="00C915A5">
        <w:rPr>
          <w:rFonts w:ascii="Corbel" w:hAnsi="Corbel"/>
          <w:sz w:val="20"/>
          <w:szCs w:val="20"/>
        </w:rPr>
        <w:tab/>
      </w:r>
      <w:r w:rsidRPr="005230D7">
        <w:rPr>
          <w:rFonts w:ascii="Corbel" w:hAnsi="Corbel"/>
          <w:sz w:val="20"/>
          <w:szCs w:val="20"/>
        </w:rPr>
        <w:t xml:space="preserve">Rok akademicki </w:t>
      </w:r>
      <w:r w:rsidR="005230D7" w:rsidRPr="005230D7">
        <w:rPr>
          <w:rFonts w:ascii="Corbel" w:eastAsia="Corbel" w:hAnsi="Corbel" w:cs="Corbel"/>
          <w:sz w:val="24"/>
        </w:rPr>
        <w:t>2021/2022</w:t>
      </w:r>
    </w:p>
    <w:p w14:paraId="1C03310F" w14:textId="77777777" w:rsidR="0085747A" w:rsidRPr="005230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7DD13C" w14:textId="77777777" w:rsidR="0085747A" w:rsidRPr="005230D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230D7">
        <w:rPr>
          <w:rFonts w:ascii="Corbel" w:hAnsi="Corbel"/>
          <w:szCs w:val="24"/>
        </w:rPr>
        <w:t xml:space="preserve">1. </w:t>
      </w:r>
      <w:r w:rsidR="0085747A" w:rsidRPr="005230D7">
        <w:rPr>
          <w:rFonts w:ascii="Corbel" w:hAnsi="Corbel"/>
          <w:szCs w:val="24"/>
        </w:rPr>
        <w:t xml:space="preserve">Podstawowe </w:t>
      </w:r>
      <w:r w:rsidR="00445970" w:rsidRPr="005230D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230D7" w14:paraId="21C68212" w14:textId="77777777" w:rsidTr="00B819C8">
        <w:tc>
          <w:tcPr>
            <w:tcW w:w="2694" w:type="dxa"/>
            <w:vAlign w:val="center"/>
          </w:tcPr>
          <w:p w14:paraId="12D0BAE6" w14:textId="77777777" w:rsidR="0085747A" w:rsidRPr="005230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9EC3B2" w14:textId="77777777" w:rsidR="0085747A" w:rsidRPr="005230D7" w:rsidRDefault="001046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Elementy samoobrony</w:t>
            </w:r>
          </w:p>
        </w:tc>
      </w:tr>
      <w:tr w:rsidR="0085747A" w:rsidRPr="005230D7" w14:paraId="4D2C23F6" w14:textId="77777777" w:rsidTr="00B819C8">
        <w:tc>
          <w:tcPr>
            <w:tcW w:w="2694" w:type="dxa"/>
            <w:vAlign w:val="center"/>
          </w:tcPr>
          <w:p w14:paraId="5778B07F" w14:textId="77777777" w:rsidR="0085747A" w:rsidRPr="005230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230D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17EEAC" w14:textId="77777777" w:rsidR="0085747A" w:rsidRPr="005230D7" w:rsidRDefault="001046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30D7">
              <w:rPr>
                <w:rFonts w:ascii="Corbel" w:hAnsi="Corbel"/>
                <w:b w:val="0"/>
                <w:sz w:val="24"/>
                <w:szCs w:val="24"/>
              </w:rPr>
              <w:t>MK22</w:t>
            </w:r>
          </w:p>
        </w:tc>
      </w:tr>
      <w:tr w:rsidR="0085747A" w:rsidRPr="005230D7" w14:paraId="6C24881F" w14:textId="77777777" w:rsidTr="00B819C8">
        <w:tc>
          <w:tcPr>
            <w:tcW w:w="2694" w:type="dxa"/>
            <w:vAlign w:val="center"/>
          </w:tcPr>
          <w:p w14:paraId="316C684A" w14:textId="77777777" w:rsidR="0085747A" w:rsidRPr="005230D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5230D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6E9A325" w14:textId="77777777" w:rsidR="0085747A" w:rsidRPr="005230D7" w:rsidRDefault="001046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30D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230D7" w14:paraId="45272255" w14:textId="77777777" w:rsidTr="00B819C8">
        <w:tc>
          <w:tcPr>
            <w:tcW w:w="2694" w:type="dxa"/>
            <w:vAlign w:val="center"/>
          </w:tcPr>
          <w:p w14:paraId="50870A9E" w14:textId="77777777" w:rsidR="0085747A" w:rsidRPr="005230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7AF24E4" w14:textId="03A0C9EC" w:rsidR="0085747A" w:rsidRPr="005230D7" w:rsidRDefault="00C915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15A5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5230D7" w14:paraId="3D9BB919" w14:textId="77777777" w:rsidTr="00B819C8">
        <w:tc>
          <w:tcPr>
            <w:tcW w:w="2694" w:type="dxa"/>
            <w:vAlign w:val="center"/>
          </w:tcPr>
          <w:p w14:paraId="095CF91D" w14:textId="77777777" w:rsidR="0085747A" w:rsidRPr="005230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ECD8608" w14:textId="77777777" w:rsidR="0085747A" w:rsidRPr="005230D7" w:rsidRDefault="001046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30D7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5230D7" w14:paraId="4AFB34DF" w14:textId="77777777" w:rsidTr="00B819C8">
        <w:tc>
          <w:tcPr>
            <w:tcW w:w="2694" w:type="dxa"/>
            <w:vAlign w:val="center"/>
          </w:tcPr>
          <w:p w14:paraId="1A18C5E8" w14:textId="77777777" w:rsidR="0085747A" w:rsidRPr="005230D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6D163F" w14:textId="77777777" w:rsidR="0085747A" w:rsidRPr="005230D7" w:rsidRDefault="001046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30D7"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85747A" w:rsidRPr="005230D7" w14:paraId="5D35F180" w14:textId="77777777" w:rsidTr="00B819C8">
        <w:tc>
          <w:tcPr>
            <w:tcW w:w="2694" w:type="dxa"/>
            <w:vAlign w:val="center"/>
          </w:tcPr>
          <w:p w14:paraId="22281B84" w14:textId="77777777" w:rsidR="0085747A" w:rsidRPr="005230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7B45BE2" w14:textId="77777777" w:rsidR="0085747A" w:rsidRPr="005230D7" w:rsidRDefault="001046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30D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5230D7" w14:paraId="2FE1C385" w14:textId="77777777" w:rsidTr="00B819C8">
        <w:tc>
          <w:tcPr>
            <w:tcW w:w="2694" w:type="dxa"/>
            <w:vAlign w:val="center"/>
          </w:tcPr>
          <w:p w14:paraId="797E93D6" w14:textId="77777777" w:rsidR="0085747A" w:rsidRPr="005230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FA7EDE" w14:textId="77777777" w:rsidR="0085747A" w:rsidRPr="005230D7" w:rsidRDefault="001046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30D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5230D7" w14:paraId="43F580D4" w14:textId="77777777" w:rsidTr="00B819C8">
        <w:tc>
          <w:tcPr>
            <w:tcW w:w="2694" w:type="dxa"/>
            <w:vAlign w:val="center"/>
          </w:tcPr>
          <w:p w14:paraId="031699FD" w14:textId="77777777" w:rsidR="0085747A" w:rsidRPr="005230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230D7">
              <w:rPr>
                <w:rFonts w:ascii="Corbel" w:hAnsi="Corbel"/>
                <w:sz w:val="24"/>
                <w:szCs w:val="24"/>
              </w:rPr>
              <w:t>/y</w:t>
            </w:r>
            <w:r w:rsidRPr="005230D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51E3C21" w14:textId="77777777" w:rsidR="0085747A" w:rsidRPr="005230D7" w:rsidRDefault="001046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30D7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5230D7" w14:paraId="663FA0EC" w14:textId="77777777" w:rsidTr="00B819C8">
        <w:tc>
          <w:tcPr>
            <w:tcW w:w="2694" w:type="dxa"/>
            <w:vAlign w:val="center"/>
          </w:tcPr>
          <w:p w14:paraId="3C5C1065" w14:textId="77777777" w:rsidR="0085747A" w:rsidRPr="005230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EDC231" w14:textId="77777777" w:rsidR="0085747A" w:rsidRPr="005230D7" w:rsidRDefault="001046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30D7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5230D7" w14:paraId="640EE8CE" w14:textId="77777777" w:rsidTr="00B819C8">
        <w:tc>
          <w:tcPr>
            <w:tcW w:w="2694" w:type="dxa"/>
            <w:vAlign w:val="center"/>
          </w:tcPr>
          <w:p w14:paraId="320D76BF" w14:textId="77777777" w:rsidR="00923D7D" w:rsidRPr="005230D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913E46" w14:textId="77777777" w:rsidR="00923D7D" w:rsidRPr="005230D7" w:rsidRDefault="001046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30D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230D7" w14:paraId="7F1CB52C" w14:textId="77777777" w:rsidTr="00B819C8">
        <w:tc>
          <w:tcPr>
            <w:tcW w:w="2694" w:type="dxa"/>
            <w:vAlign w:val="center"/>
          </w:tcPr>
          <w:p w14:paraId="2B061DD3" w14:textId="77777777" w:rsidR="0085747A" w:rsidRPr="005230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B2EC37" w14:textId="77777777" w:rsidR="0085747A" w:rsidRPr="005230D7" w:rsidRDefault="001046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30D7"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85747A" w:rsidRPr="005230D7" w14:paraId="00662BA5" w14:textId="77777777" w:rsidTr="00B819C8">
        <w:tc>
          <w:tcPr>
            <w:tcW w:w="2694" w:type="dxa"/>
            <w:vAlign w:val="center"/>
          </w:tcPr>
          <w:p w14:paraId="0B5F45DC" w14:textId="77777777" w:rsidR="0085747A" w:rsidRPr="005230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107B98C" w14:textId="77777777" w:rsidR="0085747A" w:rsidRPr="005230D7" w:rsidRDefault="001046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30D7">
              <w:rPr>
                <w:rFonts w:ascii="Corbel" w:hAnsi="Corbel"/>
                <w:b w:val="0"/>
                <w:sz w:val="24"/>
                <w:szCs w:val="24"/>
              </w:rPr>
              <w:t xml:space="preserve">Mgr mjr Tomasz </w:t>
            </w:r>
            <w:proofErr w:type="spellStart"/>
            <w:r w:rsidRPr="005230D7">
              <w:rPr>
                <w:rFonts w:ascii="Corbel" w:hAnsi="Corbel"/>
                <w:b w:val="0"/>
                <w:sz w:val="24"/>
                <w:szCs w:val="24"/>
              </w:rPr>
              <w:t>Kudyba</w:t>
            </w:r>
            <w:proofErr w:type="spellEnd"/>
          </w:p>
        </w:tc>
      </w:tr>
    </w:tbl>
    <w:p w14:paraId="6AA50F1D" w14:textId="77777777" w:rsidR="0085747A" w:rsidRPr="005230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230D7">
        <w:rPr>
          <w:rFonts w:ascii="Corbel" w:hAnsi="Corbel"/>
          <w:sz w:val="24"/>
          <w:szCs w:val="24"/>
        </w:rPr>
        <w:t xml:space="preserve">* </w:t>
      </w:r>
      <w:r w:rsidRPr="005230D7">
        <w:rPr>
          <w:rFonts w:ascii="Corbel" w:hAnsi="Corbel"/>
          <w:i/>
          <w:sz w:val="24"/>
          <w:szCs w:val="24"/>
        </w:rPr>
        <w:t>-</w:t>
      </w:r>
      <w:r w:rsidR="00B90885" w:rsidRPr="005230D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230D7">
        <w:rPr>
          <w:rFonts w:ascii="Corbel" w:hAnsi="Corbel"/>
          <w:b w:val="0"/>
          <w:sz w:val="24"/>
          <w:szCs w:val="24"/>
        </w:rPr>
        <w:t>e,</w:t>
      </w:r>
      <w:r w:rsidRPr="005230D7">
        <w:rPr>
          <w:rFonts w:ascii="Corbel" w:hAnsi="Corbel"/>
          <w:i/>
          <w:sz w:val="24"/>
          <w:szCs w:val="24"/>
        </w:rPr>
        <w:t xml:space="preserve"> </w:t>
      </w:r>
      <w:r w:rsidRPr="005230D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230D7">
        <w:rPr>
          <w:rFonts w:ascii="Corbel" w:hAnsi="Corbel"/>
          <w:b w:val="0"/>
          <w:i/>
          <w:sz w:val="24"/>
          <w:szCs w:val="24"/>
        </w:rPr>
        <w:t>w Jednostce</w:t>
      </w:r>
    </w:p>
    <w:p w14:paraId="48523E56" w14:textId="77777777" w:rsidR="0085747A" w:rsidRPr="005230D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230D7">
        <w:rPr>
          <w:rFonts w:ascii="Corbel" w:hAnsi="Corbel"/>
          <w:sz w:val="24"/>
          <w:szCs w:val="24"/>
        </w:rPr>
        <w:t>1.</w:t>
      </w:r>
      <w:r w:rsidR="00E22FBC" w:rsidRPr="005230D7">
        <w:rPr>
          <w:rFonts w:ascii="Corbel" w:hAnsi="Corbel"/>
          <w:sz w:val="24"/>
          <w:szCs w:val="24"/>
        </w:rPr>
        <w:t>1</w:t>
      </w:r>
      <w:r w:rsidRPr="005230D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2E4029" w14:textId="77777777" w:rsidR="00923D7D" w:rsidRPr="005230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230D7" w14:paraId="1449D04D" w14:textId="77777777" w:rsidTr="001046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3359" w14:textId="77777777" w:rsidR="00015B8F" w:rsidRPr="005230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230D7">
              <w:rPr>
                <w:rFonts w:ascii="Corbel" w:hAnsi="Corbel"/>
                <w:szCs w:val="24"/>
              </w:rPr>
              <w:t>Semestr</w:t>
            </w:r>
          </w:p>
          <w:p w14:paraId="109E97A1" w14:textId="77777777" w:rsidR="00015B8F" w:rsidRPr="005230D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230D7">
              <w:rPr>
                <w:rFonts w:ascii="Corbel" w:hAnsi="Corbel"/>
                <w:szCs w:val="24"/>
              </w:rPr>
              <w:t>(</w:t>
            </w:r>
            <w:r w:rsidR="00363F78" w:rsidRPr="005230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BBB1B" w14:textId="77777777" w:rsidR="00015B8F" w:rsidRPr="005230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230D7">
              <w:rPr>
                <w:rFonts w:ascii="Corbel" w:hAnsi="Corbel"/>
                <w:szCs w:val="24"/>
              </w:rPr>
              <w:t>Wykł</w:t>
            </w:r>
            <w:proofErr w:type="spellEnd"/>
            <w:r w:rsidRPr="005230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5B674" w14:textId="77777777" w:rsidR="00015B8F" w:rsidRPr="005230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230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54A18" w14:textId="77777777" w:rsidR="00015B8F" w:rsidRPr="005230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230D7">
              <w:rPr>
                <w:rFonts w:ascii="Corbel" w:hAnsi="Corbel"/>
                <w:szCs w:val="24"/>
              </w:rPr>
              <w:t>Konw</w:t>
            </w:r>
            <w:proofErr w:type="spellEnd"/>
            <w:r w:rsidRPr="005230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85F46" w14:textId="77777777" w:rsidR="00015B8F" w:rsidRPr="005230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230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D120" w14:textId="77777777" w:rsidR="00015B8F" w:rsidRPr="005230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230D7">
              <w:rPr>
                <w:rFonts w:ascii="Corbel" w:hAnsi="Corbel"/>
                <w:szCs w:val="24"/>
              </w:rPr>
              <w:t>Sem</w:t>
            </w:r>
            <w:proofErr w:type="spellEnd"/>
            <w:r w:rsidRPr="005230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2AA85" w14:textId="77777777" w:rsidR="00015B8F" w:rsidRPr="005230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230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46763" w14:textId="77777777" w:rsidR="00015B8F" w:rsidRPr="005230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230D7">
              <w:rPr>
                <w:rFonts w:ascii="Corbel" w:hAnsi="Corbel"/>
                <w:szCs w:val="24"/>
              </w:rPr>
              <w:t>Prakt</w:t>
            </w:r>
            <w:proofErr w:type="spellEnd"/>
            <w:r w:rsidRPr="005230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F2E36" w14:textId="77777777" w:rsidR="00015B8F" w:rsidRPr="005230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230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CA104" w14:textId="77777777" w:rsidR="00015B8F" w:rsidRPr="005230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230D7">
              <w:rPr>
                <w:rFonts w:ascii="Corbel" w:hAnsi="Corbel"/>
                <w:b/>
                <w:szCs w:val="24"/>
              </w:rPr>
              <w:t>Liczba pkt</w:t>
            </w:r>
            <w:r w:rsidR="00B90885" w:rsidRPr="005230D7">
              <w:rPr>
                <w:rFonts w:ascii="Corbel" w:hAnsi="Corbel"/>
                <w:b/>
                <w:szCs w:val="24"/>
              </w:rPr>
              <w:t>.</w:t>
            </w:r>
            <w:r w:rsidRPr="005230D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230D7" w14:paraId="0D49D851" w14:textId="77777777" w:rsidTr="001046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D623" w14:textId="77777777" w:rsidR="00015B8F" w:rsidRPr="005230D7" w:rsidRDefault="001046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F773" w14:textId="77777777" w:rsidR="00015B8F" w:rsidRPr="005230D7" w:rsidRDefault="001046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0BEA3" w14:textId="77777777" w:rsidR="00015B8F" w:rsidRPr="005230D7" w:rsidRDefault="001046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E2E1C" w14:textId="77777777" w:rsidR="00015B8F" w:rsidRPr="005230D7" w:rsidRDefault="001046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B92B" w14:textId="77777777" w:rsidR="00015B8F" w:rsidRPr="005230D7" w:rsidRDefault="001046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B8E06" w14:textId="77777777" w:rsidR="00015B8F" w:rsidRPr="005230D7" w:rsidRDefault="001046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4921" w14:textId="77777777" w:rsidR="00015B8F" w:rsidRPr="005230D7" w:rsidRDefault="001046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65BC" w14:textId="77777777" w:rsidR="00015B8F" w:rsidRPr="005230D7" w:rsidRDefault="001046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9A29B" w14:textId="77777777" w:rsidR="00015B8F" w:rsidRPr="005230D7" w:rsidRDefault="001046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FEED2" w14:textId="77777777" w:rsidR="00015B8F" w:rsidRPr="005230D7" w:rsidRDefault="001046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E8B642B" w14:textId="77777777" w:rsidR="00923D7D" w:rsidRPr="005230D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8E980C" w14:textId="77777777" w:rsidR="0085747A" w:rsidRPr="005230D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230D7">
        <w:rPr>
          <w:rFonts w:ascii="Corbel" w:hAnsi="Corbel"/>
          <w:smallCaps w:val="0"/>
          <w:szCs w:val="24"/>
        </w:rPr>
        <w:t>1.</w:t>
      </w:r>
      <w:r w:rsidR="00E22FBC" w:rsidRPr="005230D7">
        <w:rPr>
          <w:rFonts w:ascii="Corbel" w:hAnsi="Corbel"/>
          <w:smallCaps w:val="0"/>
          <w:szCs w:val="24"/>
        </w:rPr>
        <w:t>2</w:t>
      </w:r>
      <w:r w:rsidR="00F83B28" w:rsidRPr="005230D7">
        <w:rPr>
          <w:rFonts w:ascii="Corbel" w:hAnsi="Corbel"/>
          <w:smallCaps w:val="0"/>
          <w:szCs w:val="24"/>
        </w:rPr>
        <w:t>.</w:t>
      </w:r>
      <w:r w:rsidR="00F83B28" w:rsidRPr="005230D7">
        <w:rPr>
          <w:rFonts w:ascii="Corbel" w:hAnsi="Corbel"/>
          <w:smallCaps w:val="0"/>
          <w:szCs w:val="24"/>
        </w:rPr>
        <w:tab/>
      </w:r>
      <w:r w:rsidRPr="005230D7">
        <w:rPr>
          <w:rFonts w:ascii="Corbel" w:hAnsi="Corbel"/>
          <w:smallCaps w:val="0"/>
          <w:szCs w:val="24"/>
        </w:rPr>
        <w:t xml:space="preserve">Sposób realizacji zajęć  </w:t>
      </w:r>
    </w:p>
    <w:p w14:paraId="6D6BB057" w14:textId="7D4568D7" w:rsidR="0085747A" w:rsidRPr="005230D7" w:rsidRDefault="00250BF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</w:t>
      </w:r>
      <w:r w:rsidR="00EF6C4A" w:rsidRPr="005230D7">
        <w:rPr>
          <w:rFonts w:ascii="Corbel" w:eastAsia="MS Gothic" w:hAnsi="Corbel" w:cs="MS Gothic"/>
          <w:b w:val="0"/>
          <w:szCs w:val="24"/>
        </w:rPr>
        <w:t>x</w:t>
      </w:r>
      <w:r w:rsidR="0085747A" w:rsidRPr="005230D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758EB58" w14:textId="77777777" w:rsidR="0085747A" w:rsidRPr="005230D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230D7">
        <w:rPr>
          <w:rFonts w:ascii="Segoe UI Symbol" w:eastAsia="MS Gothic" w:hAnsi="Segoe UI Symbol" w:cs="Segoe UI Symbol"/>
          <w:b w:val="0"/>
          <w:szCs w:val="24"/>
        </w:rPr>
        <w:t>☐</w:t>
      </w:r>
      <w:r w:rsidRPr="005230D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94984FC" w14:textId="77777777" w:rsidR="0085747A" w:rsidRPr="005230D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7F6E3E" w14:textId="77777777" w:rsidR="00E22FBC" w:rsidRPr="005230D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230D7">
        <w:rPr>
          <w:rFonts w:ascii="Corbel" w:hAnsi="Corbel"/>
          <w:smallCaps w:val="0"/>
          <w:szCs w:val="24"/>
        </w:rPr>
        <w:t xml:space="preserve">1.3 </w:t>
      </w:r>
      <w:r w:rsidR="00F83B28" w:rsidRPr="005230D7">
        <w:rPr>
          <w:rFonts w:ascii="Corbel" w:hAnsi="Corbel"/>
          <w:smallCaps w:val="0"/>
          <w:szCs w:val="24"/>
        </w:rPr>
        <w:tab/>
      </w:r>
      <w:r w:rsidRPr="005230D7">
        <w:rPr>
          <w:rFonts w:ascii="Corbel" w:hAnsi="Corbel"/>
          <w:smallCaps w:val="0"/>
          <w:szCs w:val="24"/>
        </w:rPr>
        <w:t>For</w:t>
      </w:r>
      <w:r w:rsidR="00445970" w:rsidRPr="005230D7">
        <w:rPr>
          <w:rFonts w:ascii="Corbel" w:hAnsi="Corbel"/>
          <w:smallCaps w:val="0"/>
          <w:szCs w:val="24"/>
        </w:rPr>
        <w:t xml:space="preserve">ma zaliczenia przedmiotu </w:t>
      </w:r>
      <w:r w:rsidRPr="005230D7">
        <w:rPr>
          <w:rFonts w:ascii="Corbel" w:hAnsi="Corbel"/>
          <w:smallCaps w:val="0"/>
          <w:szCs w:val="24"/>
        </w:rPr>
        <w:t xml:space="preserve"> (z toku) </w:t>
      </w:r>
      <w:r w:rsidRPr="005230D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B4DC2C" w14:textId="77777777" w:rsidR="005230D7" w:rsidRPr="005230D7" w:rsidRDefault="005230D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B5314B" w14:textId="39B4D750" w:rsidR="009C54AE" w:rsidRPr="005230D7" w:rsidRDefault="0010468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230D7">
        <w:rPr>
          <w:rFonts w:ascii="Corbel" w:hAnsi="Corbel"/>
          <w:b w:val="0"/>
          <w:szCs w:val="24"/>
        </w:rPr>
        <w:t>Zaliczenie z oceną</w:t>
      </w:r>
    </w:p>
    <w:p w14:paraId="4D30CBE2" w14:textId="77777777" w:rsidR="00E960BB" w:rsidRPr="005230D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0A7B6F" w14:textId="5A6F7919" w:rsidR="00E960BB" w:rsidRPr="005230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230D7">
        <w:rPr>
          <w:rFonts w:ascii="Corbel" w:hAnsi="Corbel"/>
          <w:szCs w:val="24"/>
        </w:rPr>
        <w:t xml:space="preserve">2.Wymagania wstępne </w:t>
      </w:r>
    </w:p>
    <w:p w14:paraId="01858A41" w14:textId="77777777" w:rsidR="005230D7" w:rsidRPr="005230D7" w:rsidRDefault="005230D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230D7" w14:paraId="11D3A27A" w14:textId="77777777" w:rsidTr="00745302">
        <w:tc>
          <w:tcPr>
            <w:tcW w:w="9670" w:type="dxa"/>
          </w:tcPr>
          <w:p w14:paraId="672BAE89" w14:textId="7B158EBD" w:rsidR="0085747A" w:rsidRPr="005230D7" w:rsidRDefault="0010468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30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7F0CE60D" w14:textId="77777777" w:rsidR="00153C41" w:rsidRPr="005230D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288B8" w14:textId="0511F289" w:rsidR="0085747A" w:rsidRPr="005230D7" w:rsidRDefault="005230D7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230D7">
        <w:rPr>
          <w:rFonts w:ascii="Corbel" w:hAnsi="Corbel"/>
          <w:szCs w:val="24"/>
        </w:rPr>
        <w:br w:type="column"/>
      </w:r>
      <w:r w:rsidR="0071620A" w:rsidRPr="005230D7">
        <w:rPr>
          <w:rFonts w:ascii="Corbel" w:hAnsi="Corbel"/>
          <w:szCs w:val="24"/>
        </w:rPr>
        <w:lastRenderedPageBreak/>
        <w:t>3.</w:t>
      </w:r>
      <w:r w:rsidR="0085747A" w:rsidRPr="005230D7">
        <w:rPr>
          <w:rFonts w:ascii="Corbel" w:hAnsi="Corbel"/>
          <w:szCs w:val="24"/>
        </w:rPr>
        <w:t xml:space="preserve"> </w:t>
      </w:r>
      <w:r w:rsidR="00A84C85" w:rsidRPr="005230D7">
        <w:rPr>
          <w:rFonts w:ascii="Corbel" w:hAnsi="Corbel"/>
          <w:szCs w:val="24"/>
        </w:rPr>
        <w:t>cele, efekty uczenia się</w:t>
      </w:r>
      <w:r w:rsidR="0085747A" w:rsidRPr="005230D7">
        <w:rPr>
          <w:rFonts w:ascii="Corbel" w:hAnsi="Corbel"/>
          <w:szCs w:val="24"/>
        </w:rPr>
        <w:t xml:space="preserve"> , treści Programowe i stosowane metody Dydaktyczne</w:t>
      </w:r>
    </w:p>
    <w:p w14:paraId="09A3C866" w14:textId="77777777" w:rsidR="0085747A" w:rsidRPr="005230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4BA474" w14:textId="77777777" w:rsidR="0085747A" w:rsidRPr="005230D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230D7">
        <w:rPr>
          <w:rFonts w:ascii="Corbel" w:hAnsi="Corbel"/>
          <w:sz w:val="24"/>
          <w:szCs w:val="24"/>
        </w:rPr>
        <w:t xml:space="preserve">3.1 </w:t>
      </w:r>
      <w:r w:rsidR="00C05F44" w:rsidRPr="005230D7">
        <w:rPr>
          <w:rFonts w:ascii="Corbel" w:hAnsi="Corbel"/>
          <w:sz w:val="24"/>
          <w:szCs w:val="24"/>
        </w:rPr>
        <w:t>Cele przedmiotu</w:t>
      </w:r>
    </w:p>
    <w:p w14:paraId="4FF0E735" w14:textId="77777777" w:rsidR="00F83B28" w:rsidRPr="005230D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230D7" w14:paraId="24EDEC41" w14:textId="77777777" w:rsidTr="00104685">
        <w:tc>
          <w:tcPr>
            <w:tcW w:w="843" w:type="dxa"/>
            <w:vAlign w:val="center"/>
          </w:tcPr>
          <w:p w14:paraId="67E2B9D6" w14:textId="77777777" w:rsidR="0085747A" w:rsidRPr="005230D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230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00041EE" w14:textId="77777777" w:rsidR="0085747A" w:rsidRPr="005230D7" w:rsidRDefault="0010468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230D7">
              <w:rPr>
                <w:rFonts w:ascii="Corbel" w:hAnsi="Corbel" w:cs="Times-Roman"/>
                <w:b w:val="0"/>
                <w:i/>
              </w:rPr>
              <w:t>Umiejętności w zakresie technik i metodyki nauczania samoobrony na poziomie podstawowym i średniozaawansowanym.</w:t>
            </w:r>
          </w:p>
        </w:tc>
      </w:tr>
    </w:tbl>
    <w:p w14:paraId="568D3435" w14:textId="77777777" w:rsidR="0085747A" w:rsidRPr="005230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18BE88" w14:textId="77777777" w:rsidR="001D7B54" w:rsidRPr="005230D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230D7">
        <w:rPr>
          <w:rFonts w:ascii="Corbel" w:hAnsi="Corbel"/>
          <w:b/>
          <w:sz w:val="24"/>
          <w:szCs w:val="24"/>
        </w:rPr>
        <w:t xml:space="preserve">3.2 </w:t>
      </w:r>
      <w:r w:rsidR="001D7B54" w:rsidRPr="005230D7">
        <w:rPr>
          <w:rFonts w:ascii="Corbel" w:hAnsi="Corbel"/>
          <w:b/>
          <w:sz w:val="24"/>
          <w:szCs w:val="24"/>
        </w:rPr>
        <w:t xml:space="preserve">Efekty </w:t>
      </w:r>
      <w:r w:rsidR="00C05F44" w:rsidRPr="005230D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230D7">
        <w:rPr>
          <w:rFonts w:ascii="Corbel" w:hAnsi="Corbel"/>
          <w:b/>
          <w:sz w:val="24"/>
          <w:szCs w:val="24"/>
        </w:rPr>
        <w:t>dla przedmiotu</w:t>
      </w:r>
      <w:r w:rsidR="00445970" w:rsidRPr="005230D7">
        <w:rPr>
          <w:rFonts w:ascii="Corbel" w:hAnsi="Corbel"/>
          <w:sz w:val="24"/>
          <w:szCs w:val="24"/>
        </w:rPr>
        <w:t xml:space="preserve"> </w:t>
      </w:r>
    </w:p>
    <w:p w14:paraId="0A5222C1" w14:textId="77777777" w:rsidR="001D7B54" w:rsidRPr="005230D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5230D7" w14:paraId="7C0DB427" w14:textId="77777777" w:rsidTr="00104685">
        <w:tc>
          <w:tcPr>
            <w:tcW w:w="1681" w:type="dxa"/>
            <w:vAlign w:val="center"/>
          </w:tcPr>
          <w:p w14:paraId="0C0BF433" w14:textId="77777777" w:rsidR="0085747A" w:rsidRPr="005230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30D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230D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230D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230D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1A407D5" w14:textId="77777777" w:rsidR="0085747A" w:rsidRPr="005230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30D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230D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230D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CD539E" w14:textId="77777777" w:rsidR="0085747A" w:rsidRPr="005230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30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230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04685" w:rsidRPr="005230D7" w14:paraId="00A2F98B" w14:textId="77777777" w:rsidTr="00FF1FDF">
        <w:tc>
          <w:tcPr>
            <w:tcW w:w="1681" w:type="dxa"/>
          </w:tcPr>
          <w:p w14:paraId="34C5419E" w14:textId="77777777" w:rsidR="00104685" w:rsidRPr="005230D7" w:rsidRDefault="00104685" w:rsidP="001046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0D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230D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0E731136" w14:textId="77777777" w:rsidR="00104685" w:rsidRPr="005230D7" w:rsidRDefault="00104685" w:rsidP="00104685">
            <w:p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5230D7">
              <w:rPr>
                <w:rFonts w:ascii="Corbel" w:hAnsi="Corbel"/>
                <w:i/>
                <w:sz w:val="24"/>
              </w:rPr>
              <w:t xml:space="preserve">Zna i rozumie uregulowania prawne związane </w:t>
            </w:r>
            <w:r w:rsidRPr="005230D7">
              <w:rPr>
                <w:rFonts w:ascii="Corbel" w:hAnsi="Corbel"/>
                <w:i/>
                <w:sz w:val="24"/>
              </w:rPr>
              <w:br/>
              <w:t>z zakresem obrony koniecznej</w:t>
            </w:r>
          </w:p>
        </w:tc>
        <w:tc>
          <w:tcPr>
            <w:tcW w:w="1865" w:type="dxa"/>
            <w:vAlign w:val="center"/>
          </w:tcPr>
          <w:p w14:paraId="6F67EAAE" w14:textId="77777777" w:rsidR="00104685" w:rsidRPr="005230D7" w:rsidRDefault="00104685" w:rsidP="001046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  <w:lang w:eastAsia="pl-PL"/>
              </w:rPr>
            </w:pPr>
            <w:r w:rsidRPr="005230D7">
              <w:rPr>
                <w:rFonts w:ascii="Corbel" w:hAnsi="Corbel"/>
                <w:b w:val="0"/>
                <w:szCs w:val="24"/>
                <w:lang w:eastAsia="pl-PL"/>
              </w:rPr>
              <w:t>K_W09</w:t>
            </w:r>
          </w:p>
        </w:tc>
      </w:tr>
      <w:tr w:rsidR="00104685" w:rsidRPr="005230D7" w14:paraId="78A30752" w14:textId="77777777" w:rsidTr="00FF1FDF">
        <w:tc>
          <w:tcPr>
            <w:tcW w:w="1681" w:type="dxa"/>
          </w:tcPr>
          <w:p w14:paraId="074C055E" w14:textId="77777777" w:rsidR="00104685" w:rsidRPr="005230D7" w:rsidRDefault="00104685" w:rsidP="001046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0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0A769FA6" w14:textId="77777777" w:rsidR="00104685" w:rsidRPr="005230D7" w:rsidRDefault="00104685" w:rsidP="00104685">
            <w:pPr>
              <w:spacing w:after="0" w:line="240" w:lineRule="auto"/>
              <w:rPr>
                <w:rFonts w:ascii="Corbel" w:hAnsi="Corbel"/>
                <w:i/>
              </w:rPr>
            </w:pPr>
            <w:r w:rsidRPr="005230D7">
              <w:rPr>
                <w:rFonts w:ascii="Corbel" w:hAnsi="Corbel"/>
                <w:i/>
                <w:sz w:val="24"/>
              </w:rPr>
              <w:t>Potrafi wykorzystać umiejętności zdobyte podczas zajęć w radzeniu sobie w sytuacjach zagrożenia</w:t>
            </w:r>
          </w:p>
        </w:tc>
        <w:tc>
          <w:tcPr>
            <w:tcW w:w="1865" w:type="dxa"/>
            <w:vAlign w:val="center"/>
          </w:tcPr>
          <w:p w14:paraId="03D760A3" w14:textId="77777777" w:rsidR="00104685" w:rsidRPr="005230D7" w:rsidRDefault="00104685" w:rsidP="001046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5230D7">
              <w:rPr>
                <w:rFonts w:ascii="Corbel" w:hAnsi="Corbel"/>
                <w:b w:val="0"/>
                <w:szCs w:val="24"/>
                <w:lang w:eastAsia="pl-PL"/>
              </w:rPr>
              <w:t>K_U07</w:t>
            </w:r>
          </w:p>
        </w:tc>
      </w:tr>
      <w:tr w:rsidR="00104685" w:rsidRPr="005230D7" w14:paraId="7665EE21" w14:textId="77777777" w:rsidTr="00FF1FDF">
        <w:tc>
          <w:tcPr>
            <w:tcW w:w="1681" w:type="dxa"/>
          </w:tcPr>
          <w:p w14:paraId="215CBC88" w14:textId="77777777" w:rsidR="00104685" w:rsidRPr="005230D7" w:rsidRDefault="00104685" w:rsidP="001046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0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7DB96047" w14:textId="77777777" w:rsidR="00104685" w:rsidRPr="005230D7" w:rsidRDefault="00104685" w:rsidP="00104685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  <w:lang w:eastAsia="pl-PL"/>
              </w:rPr>
            </w:pPr>
            <w:r w:rsidRPr="005230D7">
              <w:rPr>
                <w:rFonts w:ascii="Corbel" w:hAnsi="Corbel"/>
                <w:i/>
                <w:sz w:val="24"/>
                <w:szCs w:val="24"/>
                <w:lang w:eastAsia="pl-PL"/>
              </w:rPr>
              <w:t>Jest gotów do doskonalenia umiejętności walki wręcz</w:t>
            </w:r>
          </w:p>
          <w:p w14:paraId="4BAF90CF" w14:textId="77777777" w:rsidR="00104685" w:rsidRPr="005230D7" w:rsidRDefault="00104685" w:rsidP="00104685">
            <w:pPr>
              <w:spacing w:after="0" w:line="240" w:lineRule="auto"/>
              <w:rPr>
                <w:rFonts w:ascii="Corbel" w:hAnsi="Corbel"/>
                <w:i/>
              </w:rPr>
            </w:pPr>
          </w:p>
        </w:tc>
        <w:tc>
          <w:tcPr>
            <w:tcW w:w="1865" w:type="dxa"/>
            <w:vAlign w:val="center"/>
          </w:tcPr>
          <w:p w14:paraId="29532958" w14:textId="77777777" w:rsidR="00104685" w:rsidRPr="005230D7" w:rsidRDefault="00104685" w:rsidP="001046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5230D7">
              <w:rPr>
                <w:rFonts w:ascii="Corbel" w:hAnsi="Corbel"/>
                <w:b w:val="0"/>
                <w:szCs w:val="24"/>
                <w:lang w:eastAsia="pl-PL"/>
              </w:rPr>
              <w:t>K_K02</w:t>
            </w:r>
          </w:p>
        </w:tc>
      </w:tr>
    </w:tbl>
    <w:p w14:paraId="3F6D6E09" w14:textId="77777777" w:rsidR="0085747A" w:rsidRPr="005230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32775" w14:textId="77777777" w:rsidR="0085747A" w:rsidRPr="005230D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230D7">
        <w:rPr>
          <w:rFonts w:ascii="Corbel" w:hAnsi="Corbel"/>
          <w:b/>
          <w:sz w:val="24"/>
          <w:szCs w:val="24"/>
        </w:rPr>
        <w:t>3.3</w:t>
      </w:r>
      <w:r w:rsidR="001D7B54" w:rsidRPr="005230D7">
        <w:rPr>
          <w:rFonts w:ascii="Corbel" w:hAnsi="Corbel"/>
          <w:b/>
          <w:sz w:val="24"/>
          <w:szCs w:val="24"/>
        </w:rPr>
        <w:t xml:space="preserve"> </w:t>
      </w:r>
      <w:r w:rsidR="0085747A" w:rsidRPr="005230D7">
        <w:rPr>
          <w:rFonts w:ascii="Corbel" w:hAnsi="Corbel"/>
          <w:b/>
          <w:sz w:val="24"/>
          <w:szCs w:val="24"/>
        </w:rPr>
        <w:t>T</w:t>
      </w:r>
      <w:r w:rsidR="001D7B54" w:rsidRPr="005230D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230D7">
        <w:rPr>
          <w:rFonts w:ascii="Corbel" w:hAnsi="Corbel"/>
          <w:sz w:val="24"/>
          <w:szCs w:val="24"/>
        </w:rPr>
        <w:t xml:space="preserve">  </w:t>
      </w:r>
    </w:p>
    <w:p w14:paraId="33ADABB1" w14:textId="77777777" w:rsidR="0085747A" w:rsidRPr="005230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A06644" w14:textId="77777777" w:rsidR="0085747A" w:rsidRPr="005230D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230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230D7">
        <w:rPr>
          <w:rFonts w:ascii="Corbel" w:hAnsi="Corbel"/>
          <w:sz w:val="24"/>
          <w:szCs w:val="24"/>
        </w:rPr>
        <w:t xml:space="preserve">, </w:t>
      </w:r>
      <w:r w:rsidRPr="005230D7">
        <w:rPr>
          <w:rFonts w:ascii="Corbel" w:hAnsi="Corbel"/>
          <w:sz w:val="24"/>
          <w:szCs w:val="24"/>
        </w:rPr>
        <w:t xml:space="preserve">zajęć praktycznych </w:t>
      </w:r>
    </w:p>
    <w:p w14:paraId="2C8004B0" w14:textId="77777777" w:rsidR="0085747A" w:rsidRPr="005230D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230D7" w14:paraId="3857D3FC" w14:textId="77777777" w:rsidTr="00104685">
        <w:tc>
          <w:tcPr>
            <w:tcW w:w="9520" w:type="dxa"/>
          </w:tcPr>
          <w:p w14:paraId="4640A070" w14:textId="77777777" w:rsidR="0085747A" w:rsidRPr="005230D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04685" w:rsidRPr="005230D7" w14:paraId="01295466" w14:textId="77777777" w:rsidTr="00104685">
        <w:tc>
          <w:tcPr>
            <w:tcW w:w="9520" w:type="dxa"/>
            <w:vAlign w:val="center"/>
          </w:tcPr>
          <w:p w14:paraId="1C6C4896" w14:textId="77777777" w:rsidR="00104685" w:rsidRPr="005230D7" w:rsidRDefault="00104685" w:rsidP="00104685">
            <w:pPr>
              <w:pStyle w:val="Akapitzlist"/>
              <w:spacing w:after="0" w:line="240" w:lineRule="auto"/>
              <w:ind w:left="0"/>
              <w:rPr>
                <w:rFonts w:ascii="Corbel" w:hAnsi="Corbel"/>
                <w:i/>
              </w:rPr>
            </w:pPr>
            <w:r w:rsidRPr="005230D7">
              <w:rPr>
                <w:rFonts w:ascii="Corbel" w:hAnsi="Corbel"/>
                <w:i/>
              </w:rPr>
              <w:t>Postawy walki i poruszanie się w walce.</w:t>
            </w:r>
          </w:p>
        </w:tc>
      </w:tr>
      <w:tr w:rsidR="00104685" w:rsidRPr="005230D7" w14:paraId="340274E4" w14:textId="77777777" w:rsidTr="00104685">
        <w:tc>
          <w:tcPr>
            <w:tcW w:w="9520" w:type="dxa"/>
            <w:vAlign w:val="center"/>
          </w:tcPr>
          <w:p w14:paraId="29977F7C" w14:textId="77777777" w:rsidR="00104685" w:rsidRPr="005230D7" w:rsidRDefault="00104685" w:rsidP="00104685">
            <w:pPr>
              <w:pStyle w:val="Akapitzlist"/>
              <w:spacing w:after="0" w:line="240" w:lineRule="auto"/>
              <w:ind w:left="0"/>
              <w:rPr>
                <w:rFonts w:ascii="Corbel" w:hAnsi="Corbel"/>
                <w:i/>
              </w:rPr>
            </w:pPr>
            <w:r w:rsidRPr="005230D7">
              <w:rPr>
                <w:rFonts w:ascii="Corbel" w:hAnsi="Corbel"/>
                <w:i/>
              </w:rPr>
              <w:t>Obrony przed obchwytami tułowia</w:t>
            </w:r>
          </w:p>
        </w:tc>
      </w:tr>
      <w:tr w:rsidR="00104685" w:rsidRPr="005230D7" w14:paraId="2631D791" w14:textId="77777777" w:rsidTr="00104685">
        <w:tc>
          <w:tcPr>
            <w:tcW w:w="9520" w:type="dxa"/>
            <w:vAlign w:val="center"/>
          </w:tcPr>
          <w:p w14:paraId="5D4B20B0" w14:textId="77777777" w:rsidR="00104685" w:rsidRPr="005230D7" w:rsidRDefault="00104685" w:rsidP="00104685">
            <w:pPr>
              <w:pStyle w:val="Akapitzlist"/>
              <w:spacing w:after="0" w:line="240" w:lineRule="auto"/>
              <w:ind w:left="0"/>
              <w:rPr>
                <w:rFonts w:ascii="Corbel" w:hAnsi="Corbel"/>
                <w:i/>
              </w:rPr>
            </w:pPr>
            <w:r w:rsidRPr="005230D7">
              <w:rPr>
                <w:rFonts w:ascii="Corbel" w:hAnsi="Corbel"/>
                <w:i/>
              </w:rPr>
              <w:t>Duszenia jako miękkie techniki samoobrony</w:t>
            </w:r>
          </w:p>
        </w:tc>
      </w:tr>
      <w:tr w:rsidR="00104685" w:rsidRPr="005230D7" w14:paraId="4A1AD169" w14:textId="77777777" w:rsidTr="00104685">
        <w:tc>
          <w:tcPr>
            <w:tcW w:w="9520" w:type="dxa"/>
            <w:vAlign w:val="center"/>
          </w:tcPr>
          <w:p w14:paraId="6127ACBE" w14:textId="77777777" w:rsidR="00104685" w:rsidRPr="005230D7" w:rsidRDefault="00104685" w:rsidP="00104685">
            <w:pPr>
              <w:pStyle w:val="Akapitzlist"/>
              <w:spacing w:after="0" w:line="240" w:lineRule="auto"/>
              <w:ind w:left="0"/>
              <w:rPr>
                <w:rFonts w:ascii="Corbel" w:hAnsi="Corbel"/>
                <w:i/>
              </w:rPr>
            </w:pPr>
            <w:r w:rsidRPr="005230D7">
              <w:rPr>
                <w:rFonts w:ascii="Corbel" w:hAnsi="Corbel"/>
                <w:i/>
              </w:rPr>
              <w:t>Uderzenia i kopnięcia</w:t>
            </w:r>
          </w:p>
        </w:tc>
      </w:tr>
      <w:tr w:rsidR="00104685" w:rsidRPr="005230D7" w14:paraId="1CD731AE" w14:textId="77777777" w:rsidTr="00104685">
        <w:tc>
          <w:tcPr>
            <w:tcW w:w="9520" w:type="dxa"/>
            <w:vAlign w:val="center"/>
          </w:tcPr>
          <w:p w14:paraId="01E08190" w14:textId="77777777" w:rsidR="00104685" w:rsidRPr="005230D7" w:rsidRDefault="00104685" w:rsidP="00104685">
            <w:pPr>
              <w:pStyle w:val="Akapitzlist"/>
              <w:spacing w:after="0" w:line="240" w:lineRule="auto"/>
              <w:ind w:left="0"/>
              <w:rPr>
                <w:rFonts w:ascii="Corbel" w:hAnsi="Corbel"/>
                <w:i/>
              </w:rPr>
            </w:pPr>
            <w:r w:rsidRPr="005230D7">
              <w:rPr>
                <w:rFonts w:ascii="Corbel" w:hAnsi="Corbel"/>
                <w:i/>
              </w:rPr>
              <w:t>Obrony przed uderzeniami i kopnięciami</w:t>
            </w:r>
          </w:p>
        </w:tc>
      </w:tr>
      <w:tr w:rsidR="00104685" w:rsidRPr="005230D7" w14:paraId="4CEECDAC" w14:textId="77777777" w:rsidTr="00104685">
        <w:tc>
          <w:tcPr>
            <w:tcW w:w="9520" w:type="dxa"/>
            <w:vAlign w:val="center"/>
          </w:tcPr>
          <w:p w14:paraId="069994D1" w14:textId="77777777" w:rsidR="00104685" w:rsidRPr="005230D7" w:rsidRDefault="00104685" w:rsidP="00104685">
            <w:pPr>
              <w:pStyle w:val="Akapitzlist"/>
              <w:spacing w:after="0" w:line="240" w:lineRule="auto"/>
              <w:ind w:left="0"/>
              <w:rPr>
                <w:rFonts w:ascii="Corbel" w:hAnsi="Corbel"/>
                <w:i/>
              </w:rPr>
            </w:pPr>
            <w:r w:rsidRPr="005230D7">
              <w:rPr>
                <w:rFonts w:ascii="Corbel" w:hAnsi="Corbel"/>
                <w:i/>
              </w:rPr>
              <w:t>Rozpoznawanie i unikanie zagrożeń</w:t>
            </w:r>
          </w:p>
        </w:tc>
      </w:tr>
      <w:tr w:rsidR="00104685" w:rsidRPr="005230D7" w14:paraId="5C884D83" w14:textId="77777777" w:rsidTr="00104685">
        <w:tc>
          <w:tcPr>
            <w:tcW w:w="9520" w:type="dxa"/>
            <w:vAlign w:val="center"/>
          </w:tcPr>
          <w:p w14:paraId="00551EB9" w14:textId="77777777" w:rsidR="00104685" w:rsidRPr="005230D7" w:rsidRDefault="00104685" w:rsidP="00104685">
            <w:pPr>
              <w:pStyle w:val="Akapitzlist"/>
              <w:spacing w:after="0" w:line="240" w:lineRule="auto"/>
              <w:ind w:left="0"/>
              <w:rPr>
                <w:rFonts w:ascii="Corbel" w:hAnsi="Corbel"/>
                <w:i/>
              </w:rPr>
            </w:pPr>
            <w:r w:rsidRPr="005230D7">
              <w:rPr>
                <w:rFonts w:ascii="Corbel" w:hAnsi="Corbel"/>
                <w:i/>
              </w:rPr>
              <w:t>Wykorzystanie w samoobronie przedmiotów codziennego użytku</w:t>
            </w:r>
          </w:p>
        </w:tc>
      </w:tr>
      <w:tr w:rsidR="00104685" w:rsidRPr="005230D7" w14:paraId="047F2F36" w14:textId="77777777" w:rsidTr="00104685">
        <w:tc>
          <w:tcPr>
            <w:tcW w:w="9520" w:type="dxa"/>
            <w:vAlign w:val="center"/>
          </w:tcPr>
          <w:p w14:paraId="74127E2B" w14:textId="77777777" w:rsidR="00104685" w:rsidRPr="005230D7" w:rsidRDefault="00104685" w:rsidP="00104685">
            <w:pPr>
              <w:spacing w:after="0" w:line="240" w:lineRule="auto"/>
              <w:ind w:left="120" w:hanging="120"/>
              <w:rPr>
                <w:rFonts w:ascii="Corbel" w:hAnsi="Corbel"/>
                <w:i/>
                <w:sz w:val="24"/>
              </w:rPr>
            </w:pPr>
            <w:r w:rsidRPr="005230D7">
              <w:rPr>
                <w:rFonts w:ascii="Corbel" w:hAnsi="Corbel"/>
                <w:i/>
                <w:sz w:val="24"/>
              </w:rPr>
              <w:t>Doskonalenie umiejętności uwalniania się z obchwytów tułowia.</w:t>
            </w:r>
          </w:p>
        </w:tc>
      </w:tr>
      <w:tr w:rsidR="00104685" w:rsidRPr="005230D7" w14:paraId="05B9971F" w14:textId="77777777" w:rsidTr="00104685">
        <w:tc>
          <w:tcPr>
            <w:tcW w:w="9520" w:type="dxa"/>
            <w:vAlign w:val="center"/>
          </w:tcPr>
          <w:p w14:paraId="1E42DA33" w14:textId="77777777" w:rsidR="00104685" w:rsidRPr="005230D7" w:rsidRDefault="00104685" w:rsidP="00104685">
            <w:pPr>
              <w:spacing w:after="0" w:line="240" w:lineRule="auto"/>
              <w:ind w:left="120" w:hanging="120"/>
              <w:rPr>
                <w:rFonts w:ascii="Corbel" w:hAnsi="Corbel"/>
                <w:i/>
                <w:sz w:val="24"/>
              </w:rPr>
            </w:pPr>
            <w:r w:rsidRPr="005230D7">
              <w:rPr>
                <w:rFonts w:ascii="Corbel" w:hAnsi="Corbel"/>
                <w:i/>
                <w:sz w:val="24"/>
              </w:rPr>
              <w:t>Obrona przed atakami nożem.</w:t>
            </w:r>
          </w:p>
        </w:tc>
      </w:tr>
      <w:tr w:rsidR="00104685" w:rsidRPr="005230D7" w14:paraId="2D460787" w14:textId="77777777" w:rsidTr="00104685">
        <w:tc>
          <w:tcPr>
            <w:tcW w:w="9520" w:type="dxa"/>
            <w:vAlign w:val="center"/>
          </w:tcPr>
          <w:p w14:paraId="3BE72367" w14:textId="77777777" w:rsidR="00104685" w:rsidRPr="005230D7" w:rsidRDefault="00104685" w:rsidP="00104685">
            <w:pPr>
              <w:spacing w:after="0" w:line="240" w:lineRule="auto"/>
              <w:ind w:left="120" w:hanging="120"/>
              <w:rPr>
                <w:rFonts w:ascii="Corbel" w:hAnsi="Corbel"/>
                <w:i/>
                <w:sz w:val="24"/>
              </w:rPr>
            </w:pPr>
            <w:r w:rsidRPr="005230D7">
              <w:rPr>
                <w:rFonts w:ascii="Corbel" w:hAnsi="Corbel"/>
                <w:i/>
                <w:sz w:val="24"/>
              </w:rPr>
              <w:t>Obrona przed szantażem bronią palną.</w:t>
            </w:r>
          </w:p>
        </w:tc>
      </w:tr>
      <w:tr w:rsidR="00104685" w:rsidRPr="005230D7" w14:paraId="53E79A16" w14:textId="77777777" w:rsidTr="00104685">
        <w:tc>
          <w:tcPr>
            <w:tcW w:w="9520" w:type="dxa"/>
            <w:vAlign w:val="center"/>
          </w:tcPr>
          <w:p w14:paraId="729B891A" w14:textId="77777777" w:rsidR="00104685" w:rsidRPr="005230D7" w:rsidRDefault="00104685" w:rsidP="00104685">
            <w:pPr>
              <w:spacing w:after="0" w:line="240" w:lineRule="auto"/>
              <w:ind w:left="120" w:hanging="120"/>
              <w:rPr>
                <w:rFonts w:ascii="Corbel" w:hAnsi="Corbel"/>
                <w:i/>
                <w:sz w:val="24"/>
              </w:rPr>
            </w:pPr>
            <w:r w:rsidRPr="005230D7">
              <w:rPr>
                <w:rFonts w:ascii="Corbel" w:hAnsi="Corbel"/>
                <w:i/>
                <w:sz w:val="24"/>
              </w:rPr>
              <w:t>Taktyka samoobrony.</w:t>
            </w:r>
          </w:p>
        </w:tc>
      </w:tr>
      <w:tr w:rsidR="00104685" w:rsidRPr="005230D7" w14:paraId="1CCC6D1E" w14:textId="77777777" w:rsidTr="00104685">
        <w:tc>
          <w:tcPr>
            <w:tcW w:w="9520" w:type="dxa"/>
            <w:vAlign w:val="center"/>
          </w:tcPr>
          <w:p w14:paraId="770F30B4" w14:textId="77777777" w:rsidR="00104685" w:rsidRPr="005230D7" w:rsidRDefault="00104685" w:rsidP="00104685">
            <w:pPr>
              <w:spacing w:after="0" w:line="240" w:lineRule="auto"/>
              <w:ind w:left="120" w:hanging="120"/>
              <w:rPr>
                <w:rFonts w:ascii="Corbel" w:hAnsi="Corbel"/>
                <w:i/>
                <w:sz w:val="24"/>
              </w:rPr>
            </w:pPr>
            <w:r w:rsidRPr="005230D7">
              <w:rPr>
                <w:rFonts w:ascii="Corbel" w:hAnsi="Corbel"/>
                <w:i/>
                <w:sz w:val="24"/>
              </w:rPr>
              <w:t>Rozwiązywanie sytuacji niebezpiecznych - gry symulacyjne.</w:t>
            </w:r>
          </w:p>
        </w:tc>
      </w:tr>
    </w:tbl>
    <w:p w14:paraId="6982D7F6" w14:textId="77777777" w:rsidR="0085747A" w:rsidRPr="005230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A3DDD2" w14:textId="77777777" w:rsidR="0085747A" w:rsidRPr="005230D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230D7">
        <w:rPr>
          <w:rFonts w:ascii="Corbel" w:hAnsi="Corbel"/>
          <w:smallCaps w:val="0"/>
          <w:szCs w:val="24"/>
        </w:rPr>
        <w:t>3.4 Metody dydaktyczne</w:t>
      </w:r>
      <w:r w:rsidRPr="005230D7">
        <w:rPr>
          <w:rFonts w:ascii="Corbel" w:hAnsi="Corbel"/>
          <w:b w:val="0"/>
          <w:smallCaps w:val="0"/>
          <w:szCs w:val="24"/>
        </w:rPr>
        <w:t xml:space="preserve"> </w:t>
      </w:r>
    </w:p>
    <w:p w14:paraId="388198E2" w14:textId="77777777" w:rsidR="0085747A" w:rsidRPr="005230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C79D5" w14:textId="5C2E7DF6" w:rsidR="00104685" w:rsidRPr="005230D7" w:rsidRDefault="00104685" w:rsidP="00104685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5230D7">
        <w:rPr>
          <w:rFonts w:ascii="Corbel" w:hAnsi="Corbel"/>
          <w:b w:val="0"/>
          <w:i/>
          <w:smallCaps w:val="0"/>
          <w:sz w:val="22"/>
        </w:rPr>
        <w:t>Ćwiczenia praktyczne</w:t>
      </w:r>
      <w:r w:rsidR="00EF6C4A" w:rsidRPr="005230D7">
        <w:rPr>
          <w:rFonts w:ascii="Corbel" w:hAnsi="Corbel"/>
          <w:b w:val="0"/>
          <w:i/>
          <w:smallCaps w:val="0"/>
          <w:sz w:val="22"/>
        </w:rPr>
        <w:t xml:space="preserve"> pod kierunkiem instruktora</w:t>
      </w:r>
    </w:p>
    <w:p w14:paraId="091AD26C" w14:textId="77777777" w:rsidR="0085747A" w:rsidRPr="005230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33945F" w14:textId="4A6F0773" w:rsidR="0085747A" w:rsidRPr="005230D7" w:rsidRDefault="00C915A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5230D7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5230D7">
        <w:rPr>
          <w:rFonts w:ascii="Corbel" w:hAnsi="Corbel"/>
          <w:smallCaps w:val="0"/>
          <w:szCs w:val="24"/>
        </w:rPr>
        <w:t>METODY I KRYTERIA OCENY</w:t>
      </w:r>
      <w:r w:rsidR="009F4610" w:rsidRPr="005230D7">
        <w:rPr>
          <w:rFonts w:ascii="Corbel" w:hAnsi="Corbel"/>
          <w:smallCaps w:val="0"/>
          <w:szCs w:val="24"/>
        </w:rPr>
        <w:t xml:space="preserve"> </w:t>
      </w:r>
    </w:p>
    <w:p w14:paraId="01CFAF6C" w14:textId="77777777" w:rsidR="00923D7D" w:rsidRPr="005230D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896A79" w14:textId="77777777" w:rsidR="0085747A" w:rsidRPr="005230D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230D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230D7">
        <w:rPr>
          <w:rFonts w:ascii="Corbel" w:hAnsi="Corbel"/>
          <w:smallCaps w:val="0"/>
          <w:szCs w:val="24"/>
        </w:rPr>
        <w:t>uczenia się</w:t>
      </w:r>
    </w:p>
    <w:p w14:paraId="0DC66C32" w14:textId="77777777" w:rsidR="0085747A" w:rsidRPr="005230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230D7" w14:paraId="0BFCE927" w14:textId="77777777" w:rsidTr="00104685">
        <w:tc>
          <w:tcPr>
            <w:tcW w:w="1962" w:type="dxa"/>
            <w:vAlign w:val="center"/>
          </w:tcPr>
          <w:p w14:paraId="1031622E" w14:textId="77777777" w:rsidR="0085747A" w:rsidRPr="005230D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30D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1903209" w14:textId="77777777" w:rsidR="0085747A" w:rsidRPr="005230D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30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DC6D5F" w14:textId="77777777" w:rsidR="0085747A" w:rsidRPr="005230D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30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230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A5C90C7" w14:textId="77777777" w:rsidR="00923D7D" w:rsidRPr="005230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30D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C2B1622" w14:textId="77777777" w:rsidR="0085747A" w:rsidRPr="005230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30D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230D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230D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04685" w:rsidRPr="005230D7" w14:paraId="76091484" w14:textId="77777777" w:rsidTr="006E7A42">
        <w:tc>
          <w:tcPr>
            <w:tcW w:w="1962" w:type="dxa"/>
          </w:tcPr>
          <w:p w14:paraId="008925A2" w14:textId="77777777" w:rsidR="00104685" w:rsidRPr="005230D7" w:rsidRDefault="00104685" w:rsidP="0010468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230D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230D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vAlign w:val="center"/>
          </w:tcPr>
          <w:p w14:paraId="28756EA0" w14:textId="77777777" w:rsidR="00104685" w:rsidRPr="005230D7" w:rsidRDefault="00104685" w:rsidP="001046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230D7">
              <w:rPr>
                <w:rFonts w:ascii="Corbel" w:hAnsi="Corbel"/>
                <w:b w:val="0"/>
                <w:i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3C21C180" w14:textId="77777777" w:rsidR="00104685" w:rsidRPr="005230D7" w:rsidRDefault="00104685" w:rsidP="001046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z w:val="22"/>
              </w:rPr>
            </w:pPr>
            <w:r w:rsidRPr="005230D7">
              <w:rPr>
                <w:rFonts w:ascii="Corbel" w:hAnsi="Corbel"/>
                <w:b w:val="0"/>
                <w:i/>
                <w:smallCaps w:val="0"/>
                <w:sz w:val="22"/>
              </w:rPr>
              <w:t>Ćwiczenia</w:t>
            </w:r>
          </w:p>
        </w:tc>
      </w:tr>
      <w:tr w:rsidR="00104685" w:rsidRPr="005230D7" w14:paraId="1BCB157D" w14:textId="77777777" w:rsidTr="006E7A42">
        <w:tc>
          <w:tcPr>
            <w:tcW w:w="1962" w:type="dxa"/>
          </w:tcPr>
          <w:p w14:paraId="5564F959" w14:textId="77777777" w:rsidR="00104685" w:rsidRPr="005230D7" w:rsidRDefault="00104685" w:rsidP="0010468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0D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1DBEACAB" w14:textId="77777777" w:rsidR="00104685" w:rsidRPr="005230D7" w:rsidRDefault="00104685" w:rsidP="001046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230D7">
              <w:rPr>
                <w:rFonts w:ascii="Corbel" w:hAnsi="Corbel"/>
                <w:b w:val="0"/>
                <w:i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36F2CDB9" w14:textId="77777777" w:rsidR="00104685" w:rsidRPr="005230D7" w:rsidRDefault="00104685" w:rsidP="001046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z w:val="22"/>
              </w:rPr>
            </w:pPr>
            <w:r w:rsidRPr="005230D7">
              <w:rPr>
                <w:rFonts w:ascii="Corbel" w:hAnsi="Corbel"/>
                <w:b w:val="0"/>
                <w:i/>
                <w:smallCaps w:val="0"/>
                <w:sz w:val="22"/>
              </w:rPr>
              <w:t>Ćwiczenia</w:t>
            </w:r>
          </w:p>
        </w:tc>
      </w:tr>
      <w:tr w:rsidR="00104685" w:rsidRPr="005230D7" w14:paraId="6D9BF8FC" w14:textId="77777777" w:rsidTr="006E7A42">
        <w:tc>
          <w:tcPr>
            <w:tcW w:w="1962" w:type="dxa"/>
          </w:tcPr>
          <w:p w14:paraId="590429BC" w14:textId="77777777" w:rsidR="00104685" w:rsidRPr="005230D7" w:rsidRDefault="00104685" w:rsidP="0010468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0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0FC1FC86" w14:textId="77777777" w:rsidR="00104685" w:rsidRPr="005230D7" w:rsidRDefault="00104685" w:rsidP="001046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230D7">
              <w:rPr>
                <w:rFonts w:ascii="Corbel" w:hAnsi="Corbel"/>
                <w:b w:val="0"/>
                <w:i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0015163" w14:textId="77777777" w:rsidR="00104685" w:rsidRPr="005230D7" w:rsidRDefault="00104685" w:rsidP="001046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230D7">
              <w:rPr>
                <w:rFonts w:ascii="Corbel" w:hAnsi="Corbel"/>
                <w:b w:val="0"/>
                <w:i/>
                <w:smallCaps w:val="0"/>
                <w:sz w:val="22"/>
              </w:rPr>
              <w:t>Ćwiczenia</w:t>
            </w:r>
          </w:p>
        </w:tc>
      </w:tr>
    </w:tbl>
    <w:p w14:paraId="13ABDA54" w14:textId="77777777" w:rsidR="00923D7D" w:rsidRPr="005230D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E388E1" w14:textId="77777777" w:rsidR="0085747A" w:rsidRPr="005230D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230D7">
        <w:rPr>
          <w:rFonts w:ascii="Corbel" w:hAnsi="Corbel"/>
          <w:smallCaps w:val="0"/>
          <w:szCs w:val="24"/>
        </w:rPr>
        <w:t xml:space="preserve">4.2 </w:t>
      </w:r>
      <w:r w:rsidR="0085747A" w:rsidRPr="005230D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230D7">
        <w:rPr>
          <w:rFonts w:ascii="Corbel" w:hAnsi="Corbel"/>
          <w:smallCaps w:val="0"/>
          <w:szCs w:val="24"/>
        </w:rPr>
        <w:t xml:space="preserve"> </w:t>
      </w:r>
    </w:p>
    <w:p w14:paraId="2E06FAB4" w14:textId="77777777" w:rsidR="00923D7D" w:rsidRPr="005230D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230D7" w14:paraId="0DAF9E9F" w14:textId="77777777" w:rsidTr="00923D7D">
        <w:tc>
          <w:tcPr>
            <w:tcW w:w="9670" w:type="dxa"/>
          </w:tcPr>
          <w:p w14:paraId="5CCC927F" w14:textId="77777777" w:rsidR="0085747A" w:rsidRPr="005230D7" w:rsidRDefault="00010F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0D7">
              <w:rPr>
                <w:rFonts w:ascii="Corbel" w:hAnsi="Corbel"/>
                <w:b w:val="0"/>
                <w:smallCaps w:val="0"/>
                <w:sz w:val="22"/>
              </w:rPr>
              <w:t>Praktyczny test umiejętności</w:t>
            </w:r>
          </w:p>
          <w:p w14:paraId="2F1CFA70" w14:textId="77777777" w:rsidR="00923D7D" w:rsidRPr="005230D7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C06E89" w14:textId="77777777" w:rsidR="00010F7F" w:rsidRPr="005230D7" w:rsidRDefault="00010F7F" w:rsidP="00010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u w:val="single"/>
              </w:rPr>
            </w:pPr>
            <w:r w:rsidRPr="005230D7">
              <w:rPr>
                <w:rFonts w:ascii="Corbel" w:hAnsi="Corbel"/>
                <w:b w:val="0"/>
                <w:smallCaps w:val="0"/>
                <w:sz w:val="22"/>
                <w:u w:val="single"/>
              </w:rPr>
              <w:t>Kryteria oceny:</w:t>
            </w:r>
          </w:p>
          <w:p w14:paraId="425D3B10" w14:textId="77777777" w:rsidR="0085747A" w:rsidRPr="005230D7" w:rsidRDefault="00010F7F" w:rsidP="00010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0D7">
              <w:rPr>
                <w:rFonts w:ascii="Corbel" w:hAnsi="Corbel"/>
                <w:b w:val="0"/>
                <w:smallCaps w:val="0"/>
                <w:sz w:val="22"/>
              </w:rPr>
              <w:t>Obserwacja i ocena przez prowadzącego stopnia opanowania poznanych technik oraz metodyki nauczania samoobrony</w:t>
            </w:r>
          </w:p>
        </w:tc>
      </w:tr>
    </w:tbl>
    <w:p w14:paraId="2564EA04" w14:textId="77777777" w:rsidR="0085747A" w:rsidRPr="005230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727465" w14:textId="77777777" w:rsidR="009F4610" w:rsidRPr="005230D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230D7">
        <w:rPr>
          <w:rFonts w:ascii="Corbel" w:hAnsi="Corbel"/>
          <w:b/>
          <w:sz w:val="24"/>
          <w:szCs w:val="24"/>
        </w:rPr>
        <w:t xml:space="preserve">5. </w:t>
      </w:r>
      <w:r w:rsidR="00C61DC5" w:rsidRPr="005230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E81178" w14:textId="77777777" w:rsidR="0085747A" w:rsidRPr="005230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230D7" w14:paraId="2D4D2580" w14:textId="77777777" w:rsidTr="003E1941">
        <w:tc>
          <w:tcPr>
            <w:tcW w:w="4962" w:type="dxa"/>
            <w:vAlign w:val="center"/>
          </w:tcPr>
          <w:p w14:paraId="41F30D13" w14:textId="77777777" w:rsidR="0085747A" w:rsidRPr="005230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230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230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230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495BA2" w14:textId="77777777" w:rsidR="0085747A" w:rsidRPr="005230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230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230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230D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230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230D7" w14:paraId="6049D67B" w14:textId="77777777" w:rsidTr="00923D7D">
        <w:tc>
          <w:tcPr>
            <w:tcW w:w="4962" w:type="dxa"/>
          </w:tcPr>
          <w:p w14:paraId="03A47C91" w14:textId="77777777" w:rsidR="0085747A" w:rsidRPr="005230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G</w:t>
            </w:r>
            <w:r w:rsidR="0085747A" w:rsidRPr="005230D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230D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230D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230D7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230D7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230D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230D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84B6AB7" w14:textId="77777777" w:rsidR="0085747A" w:rsidRPr="005230D7" w:rsidRDefault="00010F7F" w:rsidP="00010F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5230D7" w14:paraId="3428D862" w14:textId="77777777" w:rsidTr="00923D7D">
        <w:tc>
          <w:tcPr>
            <w:tcW w:w="4962" w:type="dxa"/>
          </w:tcPr>
          <w:p w14:paraId="0BB60B06" w14:textId="77777777" w:rsidR="00C61DC5" w:rsidRPr="005230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230D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1D18C97" w14:textId="77777777" w:rsidR="00C61DC5" w:rsidRPr="005230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F0B6B86" w14:textId="77777777" w:rsidR="00C61DC5" w:rsidRPr="005230D7" w:rsidRDefault="00010F7F" w:rsidP="00010F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5230D7" w14:paraId="4C8E97C9" w14:textId="77777777" w:rsidTr="00923D7D">
        <w:tc>
          <w:tcPr>
            <w:tcW w:w="4962" w:type="dxa"/>
          </w:tcPr>
          <w:p w14:paraId="1E02063D" w14:textId="77777777" w:rsidR="0071620A" w:rsidRPr="005230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EB61572" w14:textId="77777777" w:rsidR="00C61DC5" w:rsidRPr="005230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A619499" w14:textId="77777777" w:rsidR="00C61DC5" w:rsidRPr="005230D7" w:rsidRDefault="00010F7F" w:rsidP="00010F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5230D7" w14:paraId="4C16062A" w14:textId="77777777" w:rsidTr="00923D7D">
        <w:tc>
          <w:tcPr>
            <w:tcW w:w="4962" w:type="dxa"/>
          </w:tcPr>
          <w:p w14:paraId="1561CA92" w14:textId="77777777" w:rsidR="0085747A" w:rsidRPr="005230D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3A500A1" w14:textId="77777777" w:rsidR="0085747A" w:rsidRPr="005230D7" w:rsidRDefault="00010F7F" w:rsidP="00010F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5230D7" w14:paraId="4A823F47" w14:textId="77777777" w:rsidTr="00923D7D">
        <w:tc>
          <w:tcPr>
            <w:tcW w:w="4962" w:type="dxa"/>
          </w:tcPr>
          <w:p w14:paraId="03F765C2" w14:textId="77777777" w:rsidR="0085747A" w:rsidRPr="005230D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230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507778D" w14:textId="77777777" w:rsidR="0085747A" w:rsidRPr="005230D7" w:rsidRDefault="00010F7F" w:rsidP="00010F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230D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1C26595" w14:textId="77777777" w:rsidR="0085747A" w:rsidRPr="005230D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230D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230D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9BFAFFE" w14:textId="77777777" w:rsidR="003E1941" w:rsidRPr="005230D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CF52DA" w14:textId="77777777" w:rsidR="0085747A" w:rsidRPr="005230D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230D7">
        <w:rPr>
          <w:rFonts w:ascii="Corbel" w:hAnsi="Corbel"/>
          <w:smallCaps w:val="0"/>
          <w:szCs w:val="24"/>
        </w:rPr>
        <w:t xml:space="preserve">6. </w:t>
      </w:r>
      <w:r w:rsidR="0085747A" w:rsidRPr="005230D7">
        <w:rPr>
          <w:rFonts w:ascii="Corbel" w:hAnsi="Corbel"/>
          <w:smallCaps w:val="0"/>
          <w:szCs w:val="24"/>
        </w:rPr>
        <w:t>PRAKTYKI ZAWO</w:t>
      </w:r>
      <w:r w:rsidR="009D3F3B" w:rsidRPr="005230D7">
        <w:rPr>
          <w:rFonts w:ascii="Corbel" w:hAnsi="Corbel"/>
          <w:smallCaps w:val="0"/>
          <w:szCs w:val="24"/>
        </w:rPr>
        <w:t>DOWE W RAMACH PRZEDMIOTU</w:t>
      </w:r>
    </w:p>
    <w:p w14:paraId="51AA7326" w14:textId="77777777" w:rsidR="0085747A" w:rsidRPr="005230D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230D7" w:rsidRPr="005230D7" w14:paraId="4259D082" w14:textId="77777777" w:rsidTr="0071620A">
        <w:trPr>
          <w:trHeight w:val="397"/>
        </w:trPr>
        <w:tc>
          <w:tcPr>
            <w:tcW w:w="3544" w:type="dxa"/>
          </w:tcPr>
          <w:p w14:paraId="13105F9C" w14:textId="77777777" w:rsidR="005230D7" w:rsidRPr="005230D7" w:rsidRDefault="005230D7" w:rsidP="005230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0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6309F3D" w14:textId="07DCABB3" w:rsidR="005230D7" w:rsidRPr="005230D7" w:rsidRDefault="005230D7" w:rsidP="005230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30D7">
              <w:rPr>
                <w:rFonts w:ascii="Corbel" w:hAnsi="Corbel" w:cs="Calibri"/>
              </w:rPr>
              <w:t>Nie dotyczy</w:t>
            </w:r>
          </w:p>
        </w:tc>
      </w:tr>
      <w:tr w:rsidR="005230D7" w:rsidRPr="005230D7" w14:paraId="5AF7AE5A" w14:textId="77777777" w:rsidTr="0071620A">
        <w:trPr>
          <w:trHeight w:val="397"/>
        </w:trPr>
        <w:tc>
          <w:tcPr>
            <w:tcW w:w="3544" w:type="dxa"/>
          </w:tcPr>
          <w:p w14:paraId="0AA0F40E" w14:textId="77777777" w:rsidR="005230D7" w:rsidRPr="005230D7" w:rsidRDefault="005230D7" w:rsidP="005230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0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BBF74FB" w14:textId="031D4950" w:rsidR="005230D7" w:rsidRPr="005230D7" w:rsidRDefault="005230D7" w:rsidP="005230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0D7">
              <w:rPr>
                <w:rFonts w:ascii="Corbel" w:hAnsi="Corbel" w:cs="Calibri"/>
              </w:rPr>
              <w:t>Nie dotyczy</w:t>
            </w:r>
          </w:p>
        </w:tc>
      </w:tr>
    </w:tbl>
    <w:p w14:paraId="6AE8A57C" w14:textId="77777777" w:rsidR="003E1941" w:rsidRPr="005230D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216A5F" w14:textId="15923C23" w:rsidR="0085747A" w:rsidRPr="005230D7" w:rsidRDefault="005230D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230D7">
        <w:rPr>
          <w:rFonts w:ascii="Corbel" w:hAnsi="Corbel"/>
          <w:smallCaps w:val="0"/>
          <w:szCs w:val="24"/>
        </w:rPr>
        <w:br w:type="column"/>
      </w:r>
      <w:r w:rsidR="00675843" w:rsidRPr="005230D7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5230D7">
        <w:rPr>
          <w:rFonts w:ascii="Corbel" w:hAnsi="Corbel"/>
          <w:smallCaps w:val="0"/>
          <w:szCs w:val="24"/>
        </w:rPr>
        <w:t>LITERATURA</w:t>
      </w:r>
      <w:r w:rsidR="00675843" w:rsidRPr="005230D7">
        <w:rPr>
          <w:rFonts w:ascii="Corbel" w:hAnsi="Corbel"/>
          <w:smallCaps w:val="0"/>
          <w:szCs w:val="24"/>
        </w:rPr>
        <w:t xml:space="preserve"> </w:t>
      </w:r>
    </w:p>
    <w:p w14:paraId="6EFAC71A" w14:textId="77777777" w:rsidR="00675843" w:rsidRPr="005230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230D7" w14:paraId="4E7283B1" w14:textId="77777777" w:rsidTr="0071620A">
        <w:trPr>
          <w:trHeight w:val="397"/>
        </w:trPr>
        <w:tc>
          <w:tcPr>
            <w:tcW w:w="7513" w:type="dxa"/>
          </w:tcPr>
          <w:p w14:paraId="25B535BF" w14:textId="77777777" w:rsidR="0085747A" w:rsidRPr="00250BF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50BF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3DB9942" w14:textId="77777777" w:rsidR="00010F7F" w:rsidRPr="005230D7" w:rsidRDefault="00010F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A934DA6" w14:textId="77777777" w:rsidR="00010F7F" w:rsidRPr="005230D7" w:rsidRDefault="00010F7F" w:rsidP="00010F7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5230D7">
              <w:rPr>
                <w:rFonts w:ascii="Corbel" w:hAnsi="Corbel" w:cstheme="minorHAnsi"/>
                <w:sz w:val="24"/>
                <w:szCs w:val="24"/>
                <w:lang w:val="en-US"/>
              </w:rPr>
              <w:t>Lichtenfeld</w:t>
            </w:r>
            <w:proofErr w:type="spellEnd"/>
            <w:r w:rsidRPr="005230D7">
              <w:rPr>
                <w:rFonts w:ascii="Corbel" w:hAnsi="Corbel" w:cstheme="minorHAnsi"/>
                <w:sz w:val="24"/>
                <w:szCs w:val="24"/>
                <w:lang w:val="en-US"/>
              </w:rPr>
              <w:t> I., </w:t>
            </w:r>
            <w:proofErr w:type="spellStart"/>
            <w:r w:rsidRPr="005230D7">
              <w:rPr>
                <w:rFonts w:ascii="Corbel" w:hAnsi="Corbel" w:cstheme="minorHAnsi"/>
                <w:sz w:val="24"/>
                <w:szCs w:val="24"/>
                <w:lang w:val="en-US"/>
              </w:rPr>
              <w:t>Yanilov</w:t>
            </w:r>
            <w:proofErr w:type="spellEnd"/>
            <w:r w:rsidRPr="005230D7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 E., </w:t>
            </w:r>
            <w:r w:rsidRPr="005230D7">
              <w:rPr>
                <w:rFonts w:ascii="Corbel" w:hAnsi="Corbel" w:cstheme="minorHAnsi"/>
                <w:i/>
                <w:sz w:val="24"/>
                <w:szCs w:val="24"/>
                <w:lang w:val="en-US"/>
              </w:rPr>
              <w:t xml:space="preserve">Krav Maga. </w:t>
            </w:r>
            <w:r w:rsidRPr="005230D7">
              <w:rPr>
                <w:rFonts w:ascii="Corbel" w:hAnsi="Corbel" w:cstheme="minorHAnsi"/>
                <w:i/>
                <w:sz w:val="24"/>
                <w:szCs w:val="24"/>
              </w:rPr>
              <w:t xml:space="preserve">Jak się obronić przed uzbrojonym napastnikiem. </w:t>
            </w:r>
            <w:proofErr w:type="spellStart"/>
            <w:r w:rsidRPr="005230D7">
              <w:rPr>
                <w:rFonts w:ascii="Corbel" w:hAnsi="Corbel" w:cstheme="minorHAnsi"/>
                <w:sz w:val="24"/>
                <w:szCs w:val="24"/>
              </w:rPr>
              <w:t>Vizja</w:t>
            </w:r>
            <w:proofErr w:type="spellEnd"/>
            <w:r w:rsidRPr="005230D7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proofErr w:type="spellStart"/>
            <w:r w:rsidRPr="005230D7">
              <w:rPr>
                <w:rFonts w:ascii="Corbel" w:hAnsi="Corbel" w:cstheme="minorHAnsi"/>
                <w:sz w:val="24"/>
                <w:szCs w:val="24"/>
              </w:rPr>
              <w:t>Press&amp;IT</w:t>
            </w:r>
            <w:proofErr w:type="spellEnd"/>
            <w:r w:rsidRPr="005230D7">
              <w:rPr>
                <w:rFonts w:ascii="Corbel" w:hAnsi="Corbel" w:cstheme="minorHAnsi"/>
                <w:sz w:val="24"/>
                <w:szCs w:val="24"/>
              </w:rPr>
              <w:t>, Warszawa 2009.</w:t>
            </w:r>
          </w:p>
          <w:p w14:paraId="50169685" w14:textId="77777777" w:rsidR="00010F7F" w:rsidRPr="005230D7" w:rsidRDefault="00010F7F" w:rsidP="00010F7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5230D7">
              <w:rPr>
                <w:rStyle w:val="l-product-right-pbran"/>
                <w:rFonts w:ascii="Corbel" w:hAnsi="Corbel" w:cstheme="minorHAnsi"/>
                <w:sz w:val="24"/>
                <w:szCs w:val="24"/>
                <w:shd w:val="clear" w:color="auto" w:fill="FFFFFF"/>
              </w:rPr>
              <w:t>Levine</w:t>
            </w:r>
            <w:proofErr w:type="spellEnd"/>
            <w:r w:rsidRPr="005230D7">
              <w:rPr>
                <w:rStyle w:val="l-product-right-pbran"/>
                <w:rFonts w:ascii="Corbel" w:hAnsi="Corbel" w:cstheme="minorHAnsi"/>
                <w:sz w:val="24"/>
                <w:szCs w:val="24"/>
                <w:shd w:val="clear" w:color="auto" w:fill="FFFFFF"/>
              </w:rPr>
              <w:t xml:space="preserve"> D.</w:t>
            </w:r>
            <w:r w:rsidRPr="005230D7"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  <w:proofErr w:type="spellStart"/>
            <w:r w:rsidRPr="005230D7">
              <w:rPr>
                <w:rFonts w:ascii="Corbel" w:hAnsi="Corbel" w:cstheme="minorHAnsi"/>
                <w:i/>
                <w:sz w:val="24"/>
                <w:szCs w:val="24"/>
                <w:shd w:val="clear" w:color="auto" w:fill="FFFFFF"/>
              </w:rPr>
              <w:t>Krav</w:t>
            </w:r>
            <w:proofErr w:type="spellEnd"/>
            <w:r w:rsidRPr="005230D7">
              <w:rPr>
                <w:rFonts w:ascii="Corbel" w:hAnsi="Corbel" w:cstheme="minorHAnsi"/>
                <w:i/>
                <w:sz w:val="24"/>
                <w:szCs w:val="24"/>
                <w:shd w:val="clear" w:color="auto" w:fill="FFFFFF"/>
              </w:rPr>
              <w:t xml:space="preserve"> Maga. Podręcznik zawierający 230 technik ataku i obrony</w:t>
            </w:r>
            <w:r w:rsidRPr="005230D7">
              <w:rPr>
                <w:rFonts w:ascii="Corbel" w:hAnsi="Corbel" w:cstheme="minorHAnsi"/>
                <w:sz w:val="24"/>
                <w:szCs w:val="24"/>
              </w:rPr>
              <w:t xml:space="preserve">. </w:t>
            </w:r>
            <w:proofErr w:type="spellStart"/>
            <w:r w:rsidRPr="005230D7">
              <w:rPr>
                <w:rFonts w:ascii="Corbel" w:hAnsi="Corbel" w:cstheme="minorHAnsi"/>
                <w:sz w:val="24"/>
                <w:szCs w:val="24"/>
              </w:rPr>
              <w:t>Purana</w:t>
            </w:r>
            <w:proofErr w:type="spellEnd"/>
            <w:r w:rsidRPr="005230D7">
              <w:rPr>
                <w:rFonts w:ascii="Corbel" w:hAnsi="Corbel" w:cstheme="minorHAnsi"/>
                <w:sz w:val="24"/>
                <w:szCs w:val="24"/>
              </w:rPr>
              <w:t>, Miękinia 2010.</w:t>
            </w:r>
          </w:p>
          <w:p w14:paraId="0D995585" w14:textId="77777777" w:rsidR="00010F7F" w:rsidRPr="005230D7" w:rsidRDefault="00010F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A32F5DE" w14:textId="77777777" w:rsidR="0085747A" w:rsidRPr="005230D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7D23FF" w14:textId="77777777" w:rsidR="0085747A" w:rsidRPr="005230D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230D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230D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55413B" w14:textId="77777777" w:rsidR="00155C04" w:rsidRDefault="00155C04" w:rsidP="00C16ABF">
      <w:pPr>
        <w:spacing w:after="0" w:line="240" w:lineRule="auto"/>
      </w:pPr>
      <w:r>
        <w:separator/>
      </w:r>
    </w:p>
  </w:endnote>
  <w:endnote w:type="continuationSeparator" w:id="0">
    <w:p w14:paraId="1C41CA85" w14:textId="77777777" w:rsidR="00155C04" w:rsidRDefault="00155C0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C69634" w14:textId="77777777" w:rsidR="00155C04" w:rsidRDefault="00155C04" w:rsidP="00C16ABF">
      <w:pPr>
        <w:spacing w:after="0" w:line="240" w:lineRule="auto"/>
      </w:pPr>
      <w:r>
        <w:separator/>
      </w:r>
    </w:p>
  </w:footnote>
  <w:footnote w:type="continuationSeparator" w:id="0">
    <w:p w14:paraId="51C71BD2" w14:textId="77777777" w:rsidR="00155C04" w:rsidRDefault="00155C04" w:rsidP="00C16ABF">
      <w:pPr>
        <w:spacing w:after="0" w:line="240" w:lineRule="auto"/>
      </w:pPr>
      <w:r>
        <w:continuationSeparator/>
      </w:r>
    </w:p>
  </w:footnote>
  <w:footnote w:id="1">
    <w:p w14:paraId="5665BB9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4445E"/>
    <w:multiLevelType w:val="hybridMultilevel"/>
    <w:tmpl w:val="CD861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0F7F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685"/>
    <w:rsid w:val="00124BFF"/>
    <w:rsid w:val="0012560E"/>
    <w:rsid w:val="00127108"/>
    <w:rsid w:val="00134B13"/>
    <w:rsid w:val="00146BC0"/>
    <w:rsid w:val="00153C41"/>
    <w:rsid w:val="00154381"/>
    <w:rsid w:val="00155C04"/>
    <w:rsid w:val="001640A7"/>
    <w:rsid w:val="00164FA7"/>
    <w:rsid w:val="00166A03"/>
    <w:rsid w:val="001718A7"/>
    <w:rsid w:val="001737CF"/>
    <w:rsid w:val="00176083"/>
    <w:rsid w:val="00192F37"/>
    <w:rsid w:val="001A70D2"/>
    <w:rsid w:val="001D5B8F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0BF9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09B"/>
    <w:rsid w:val="004D5282"/>
    <w:rsid w:val="004F1551"/>
    <w:rsid w:val="004F55A3"/>
    <w:rsid w:val="0050496F"/>
    <w:rsid w:val="00513B6F"/>
    <w:rsid w:val="00517C63"/>
    <w:rsid w:val="005230D7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7EF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D50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F77"/>
    <w:rsid w:val="009508DF"/>
    <w:rsid w:val="00950DAC"/>
    <w:rsid w:val="00954A07"/>
    <w:rsid w:val="00997F14"/>
    <w:rsid w:val="009A78D9"/>
    <w:rsid w:val="009B6E5F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E80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15A5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4131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6C4A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178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AC82C"/>
  <w15:docId w15:val="{3101834C-423D-489C-AED7-DF94EAF95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l-product-right-pbran">
    <w:name w:val="l-product-right-p_bran"/>
    <w:rsid w:val="00010F7F"/>
  </w:style>
  <w:style w:type="character" w:styleId="Odwoaniedokomentarza">
    <w:name w:val="annotation reference"/>
    <w:basedOn w:val="Domylnaczcionkaakapitu"/>
    <w:uiPriority w:val="99"/>
    <w:semiHidden/>
    <w:unhideWhenUsed/>
    <w:rsid w:val="001D5B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5B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5B8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5B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5B8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7E1AC-55C2-4C6C-AC5D-A66C1B7A0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613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Pikus</cp:lastModifiedBy>
  <cp:revision>6</cp:revision>
  <cp:lastPrinted>2019-02-06T12:12:00Z</cp:lastPrinted>
  <dcterms:created xsi:type="dcterms:W3CDTF">2020-12-02T21:01:00Z</dcterms:created>
  <dcterms:modified xsi:type="dcterms:W3CDTF">2022-03-04T11:39:00Z</dcterms:modified>
</cp:coreProperties>
</file>